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864" w:rsidRPr="00880A24" w:rsidRDefault="00273864" w:rsidP="00244981">
      <w:pPr>
        <w:pStyle w:val="berschrift1"/>
        <w:spacing w:before="0" w:after="0" w:line="276" w:lineRule="auto"/>
        <w:jc w:val="left"/>
      </w:pPr>
      <w:r w:rsidRPr="00880A24">
        <w:t xml:space="preserve">Un prestataire de fraisage nord-américain fait confiance </w:t>
      </w:r>
      <w:r>
        <w:t>à l’ensemble de l’offre</w:t>
      </w:r>
      <w:r w:rsidRPr="00880A24">
        <w:t xml:space="preserve"> premium de WIRTGEN</w:t>
      </w:r>
    </w:p>
    <w:p w:rsidR="00273864" w:rsidRPr="00880A24" w:rsidRDefault="00273864" w:rsidP="002E765F">
      <w:pPr>
        <w:pStyle w:val="Text"/>
      </w:pPr>
    </w:p>
    <w:p w:rsidR="00273864" w:rsidRPr="00880A24" w:rsidRDefault="00273864" w:rsidP="007658CA">
      <w:pPr>
        <w:pStyle w:val="Text"/>
        <w:spacing w:line="276" w:lineRule="auto"/>
      </w:pPr>
      <w:r w:rsidRPr="00880A24">
        <w:rPr>
          <w:rStyle w:val="Hervorhebung"/>
        </w:rPr>
        <w:t xml:space="preserve">Costello Industries, Inc., prestataire de fraisage établi à </w:t>
      </w:r>
      <w:proofErr w:type="spellStart"/>
      <w:r w:rsidRPr="00880A24">
        <w:rPr>
          <w:rStyle w:val="Hervorhebung"/>
        </w:rPr>
        <w:t>Newington</w:t>
      </w:r>
      <w:proofErr w:type="spellEnd"/>
      <w:r w:rsidRPr="00880A24">
        <w:rPr>
          <w:rStyle w:val="Hervorhebung"/>
        </w:rPr>
        <w:t>, CT/USA, mise exclusivement sur les fraiseuses à froid de WIRTGEN.</w:t>
      </w:r>
    </w:p>
    <w:p w:rsidR="00273864" w:rsidRPr="00880A24" w:rsidRDefault="00273864" w:rsidP="00244981">
      <w:pPr>
        <w:pStyle w:val="Text"/>
        <w:spacing w:line="276" w:lineRule="auto"/>
        <w:rPr>
          <w:lang w:eastAsia="de-DE"/>
        </w:rPr>
      </w:pPr>
    </w:p>
    <w:p w:rsidR="00273864" w:rsidRPr="00880A24" w:rsidRDefault="00273864" w:rsidP="00263758">
      <w:pPr>
        <w:pStyle w:val="Text"/>
        <w:spacing w:line="276" w:lineRule="auto"/>
        <w:rPr>
          <w:rStyle w:val="Hervorhebung"/>
          <w:b w:val="0"/>
        </w:rPr>
      </w:pPr>
      <w:r w:rsidRPr="00880A24">
        <w:rPr>
          <w:rStyle w:val="Hervorhebung"/>
          <w:b w:val="0"/>
        </w:rPr>
        <w:t xml:space="preserve">Depuis 1945, Costello Industries se </w:t>
      </w:r>
      <w:r>
        <w:rPr>
          <w:rStyle w:val="Hervorhebung"/>
          <w:b w:val="0"/>
        </w:rPr>
        <w:t>consacre</w:t>
      </w:r>
      <w:r w:rsidRPr="00880A24">
        <w:rPr>
          <w:rStyle w:val="Hervorhebung"/>
          <w:b w:val="0"/>
        </w:rPr>
        <w:t xml:space="preserve"> à la réfection et à la réparation d’autoroutes, de routes et de ponts. « Nous mettons l’accent sur la sécurité, la qualité et la productivité », explique Todd </w:t>
      </w:r>
      <w:proofErr w:type="spellStart"/>
      <w:r w:rsidRPr="00880A24">
        <w:rPr>
          <w:rStyle w:val="Hervorhebung"/>
          <w:b w:val="0"/>
        </w:rPr>
        <w:t>Nedzweckas</w:t>
      </w:r>
      <w:proofErr w:type="spellEnd"/>
      <w:r w:rsidRPr="00880A24">
        <w:rPr>
          <w:rStyle w:val="Hervorhebung"/>
          <w:b w:val="0"/>
        </w:rPr>
        <w:t xml:space="preserve">, Operations Manager chez Costello. « Spécialisés dans les travaux de fraisage, nous proposons </w:t>
      </w:r>
      <w:r>
        <w:rPr>
          <w:rStyle w:val="Hervorhebung"/>
          <w:b w:val="0"/>
        </w:rPr>
        <w:t xml:space="preserve">également </w:t>
      </w:r>
      <w:r w:rsidRPr="00880A24">
        <w:rPr>
          <w:rStyle w:val="Hervorhebung"/>
          <w:b w:val="0"/>
        </w:rPr>
        <w:t>des prestations complémentaires telles que la réparation et la remise en état de routes, d’autoroutes et de ponts. »</w:t>
      </w:r>
    </w:p>
    <w:p w:rsidR="00273864" w:rsidRPr="00880A24" w:rsidRDefault="00273864" w:rsidP="00263758">
      <w:pPr>
        <w:pStyle w:val="Text"/>
        <w:spacing w:line="276" w:lineRule="auto"/>
        <w:rPr>
          <w:rStyle w:val="Hervorhebung"/>
          <w:b w:val="0"/>
        </w:rPr>
      </w:pPr>
    </w:p>
    <w:p w:rsidR="00273864" w:rsidRPr="00880A24" w:rsidRDefault="00273864" w:rsidP="0014683F">
      <w:pPr>
        <w:pStyle w:val="Text"/>
        <w:spacing w:line="276" w:lineRule="auto"/>
        <w:rPr>
          <w:rStyle w:val="Hervorhebung"/>
        </w:rPr>
      </w:pPr>
      <w:r w:rsidRPr="00880A24">
        <w:rPr>
          <w:rStyle w:val="Hervorhebung"/>
        </w:rPr>
        <w:t>La qualité, critère décisif</w:t>
      </w:r>
    </w:p>
    <w:p w:rsidR="00273864" w:rsidRPr="00880A24" w:rsidRDefault="00273864" w:rsidP="0014683F">
      <w:pPr>
        <w:pStyle w:val="Text"/>
        <w:spacing w:line="276" w:lineRule="auto"/>
        <w:rPr>
          <w:rStyle w:val="Hervorhebung"/>
          <w:b w:val="0"/>
        </w:rPr>
      </w:pPr>
      <w:r w:rsidRPr="00880A24">
        <w:rPr>
          <w:rStyle w:val="Hervorhebung"/>
          <w:b w:val="0"/>
        </w:rPr>
        <w:t xml:space="preserve">Le parc de machine de Costello Industries est constitué exclusivement de fraiseuses WIRTGEN. Outre les grandes fraiseuses haute performance (trois W 220 avec tambours de fraisage de 8 pieds / 2,5 m, et quatre W 210 avec tambours de fraisage de 7 pieds 3 pouces / </w:t>
      </w:r>
      <w:smartTag w:uri="urn:schemas-microsoft-com:office:smarttags" w:element="metricconverter">
        <w:smartTagPr>
          <w:attr w:name="ProductID" w:val="2,2 m"/>
        </w:smartTagPr>
        <w:r w:rsidRPr="00880A24">
          <w:rPr>
            <w:rStyle w:val="Hervorhebung"/>
            <w:b w:val="0"/>
          </w:rPr>
          <w:t>2,2 m</w:t>
        </w:r>
      </w:smartTag>
      <w:r w:rsidRPr="00880A24">
        <w:rPr>
          <w:rStyle w:val="Hervorhebung"/>
          <w:b w:val="0"/>
        </w:rPr>
        <w:t xml:space="preserve">), ce spécialiste </w:t>
      </w:r>
      <w:r>
        <w:rPr>
          <w:rStyle w:val="Hervorhebung"/>
          <w:b w:val="0"/>
        </w:rPr>
        <w:t>du</w:t>
      </w:r>
      <w:r w:rsidRPr="00880A24">
        <w:rPr>
          <w:rStyle w:val="Hervorhebung"/>
          <w:b w:val="0"/>
        </w:rPr>
        <w:t xml:space="preserve"> fraisage possède diverses petites fraiseuses de différentes générations – deux W 500, quatre W 50 et une W 50 DC.</w:t>
      </w:r>
    </w:p>
    <w:p w:rsidR="00273864" w:rsidRPr="00880A24" w:rsidRDefault="00273864" w:rsidP="0014683F">
      <w:pPr>
        <w:pStyle w:val="Text"/>
        <w:spacing w:line="276" w:lineRule="auto"/>
        <w:rPr>
          <w:rStyle w:val="Hervorhebung"/>
          <w:b w:val="0"/>
        </w:rPr>
      </w:pPr>
    </w:p>
    <w:p w:rsidR="00273864" w:rsidRPr="00880A24" w:rsidRDefault="00273864" w:rsidP="0014683F">
      <w:pPr>
        <w:pStyle w:val="Text"/>
        <w:spacing w:line="276" w:lineRule="auto"/>
      </w:pPr>
      <w:r w:rsidRPr="00880A24">
        <w:rPr>
          <w:rStyle w:val="Hervorhebung"/>
          <w:b w:val="0"/>
        </w:rPr>
        <w:t xml:space="preserve">Jim Cook, directeur du parc des machines chez Costello, est entièrement convaincu par ses fraiseuses à froid. « Le WIRTGEN GROUP fabrique des produits exceptionnels. </w:t>
      </w:r>
      <w:r w:rsidRPr="00880A24">
        <w:t xml:space="preserve">On peut être sûr que chacun des composants a été contrôlé avant la livraison de la machine. Lorsque les fraiseuses arrivent chez nous, tous les boulons sont serrés et marqués comme tels. Tous les composants ont été peints avant d’être assemblés. Tout est conçu et fabriqué de manière professionnelle. » Il en apprécie également l’équipement intérieur, car « les systèmes électriques et hydrauliques sont bien </w:t>
      </w:r>
      <w:r>
        <w:t>repérés</w:t>
      </w:r>
      <w:r w:rsidRPr="00880A24">
        <w:t xml:space="preserve">, ce qui est très utile lorsqu’il faut rechercher l’origine d’un problème. Ainsi, le système de câblage nous </w:t>
      </w:r>
      <w:r>
        <w:t xml:space="preserve">permet </w:t>
      </w:r>
      <w:r w:rsidRPr="00880A24">
        <w:t xml:space="preserve">directement </w:t>
      </w:r>
      <w:r>
        <w:t xml:space="preserve">de </w:t>
      </w:r>
      <w:r w:rsidRPr="00880A24">
        <w:t>vérifier cha</w:t>
      </w:r>
      <w:r>
        <w:t>que</w:t>
      </w:r>
      <w:r w:rsidRPr="00880A24">
        <w:t xml:space="preserve"> câble </w:t>
      </w:r>
      <w:r>
        <w:t>grâce au marquage individuel</w:t>
      </w:r>
      <w:r w:rsidRPr="00880A24">
        <w:t>. Sur les autres machines, les tubes flexibles et les câbles sont peints, ce qui rend le diagnostic d’erreur bien plus difficile. »</w:t>
      </w:r>
    </w:p>
    <w:p w:rsidR="00273864" w:rsidRPr="00880A24" w:rsidRDefault="00273864" w:rsidP="0014683F">
      <w:pPr>
        <w:pStyle w:val="Text"/>
        <w:spacing w:line="276" w:lineRule="auto"/>
      </w:pPr>
    </w:p>
    <w:p w:rsidR="00273864" w:rsidRPr="00880A24" w:rsidRDefault="00273864" w:rsidP="0014683F">
      <w:pPr>
        <w:pStyle w:val="Text"/>
        <w:spacing w:line="276" w:lineRule="auto"/>
        <w:rPr>
          <w:rStyle w:val="Hervorhebung"/>
          <w:b w:val="0"/>
        </w:rPr>
      </w:pPr>
      <w:r w:rsidRPr="00880A24">
        <w:rPr>
          <w:rStyle w:val="Hervorhebung"/>
          <w:b w:val="0"/>
        </w:rPr>
        <w:t xml:space="preserve">Todd </w:t>
      </w:r>
      <w:proofErr w:type="spellStart"/>
      <w:r w:rsidRPr="00880A24">
        <w:rPr>
          <w:rStyle w:val="Hervorhebung"/>
          <w:b w:val="0"/>
        </w:rPr>
        <w:t>Nedzweckas</w:t>
      </w:r>
      <w:proofErr w:type="spellEnd"/>
      <w:r w:rsidRPr="00880A24">
        <w:rPr>
          <w:rStyle w:val="Hervorhebung"/>
          <w:b w:val="0"/>
        </w:rPr>
        <w:t xml:space="preserve">, qui a déjà travaillé sur les fraiseuses de différents fabricants, rajoute : « J’ai </w:t>
      </w:r>
      <w:r>
        <w:rPr>
          <w:rStyle w:val="Hervorhebung"/>
          <w:b w:val="0"/>
        </w:rPr>
        <w:t>effectué</w:t>
      </w:r>
      <w:r w:rsidRPr="00880A24">
        <w:rPr>
          <w:rStyle w:val="Hervorhebung"/>
          <w:b w:val="0"/>
        </w:rPr>
        <w:t xml:space="preserve"> la formation WIRTGEN et je trouve les machines extrêmement faciles d’utilisation. En outre, nous bénéficions à tout moment de l’excellente assistance des experts en application et des techniciens de service de WIRTGEN </w:t>
      </w:r>
      <w:proofErr w:type="spellStart"/>
      <w:r w:rsidRPr="00880A24">
        <w:rPr>
          <w:rStyle w:val="Hervorhebung"/>
          <w:b w:val="0"/>
        </w:rPr>
        <w:t>America</w:t>
      </w:r>
      <w:proofErr w:type="spellEnd"/>
      <w:r w:rsidRPr="00880A24">
        <w:rPr>
          <w:rStyle w:val="Hervorhebung"/>
          <w:b w:val="0"/>
        </w:rPr>
        <w:t>. Dès que nous avons un problème, nous les appelons et ils interviennent immédiatement sur place afin de nous aider à effectuer le diagnostic. »</w:t>
      </w:r>
    </w:p>
    <w:p w:rsidR="00273864" w:rsidRPr="00880A24" w:rsidRDefault="00273864" w:rsidP="002C166A">
      <w:pPr>
        <w:rPr>
          <w:rStyle w:val="Hervorhebung"/>
          <w:b w:val="0"/>
          <w:sz w:val="22"/>
          <w:szCs w:val="22"/>
        </w:rPr>
      </w:pPr>
    </w:p>
    <w:p w:rsidR="00273864" w:rsidRPr="00880A24" w:rsidRDefault="00273864" w:rsidP="00263758">
      <w:pPr>
        <w:pStyle w:val="Text"/>
        <w:spacing w:line="276" w:lineRule="auto"/>
        <w:rPr>
          <w:rStyle w:val="Hervorhebung"/>
        </w:rPr>
      </w:pPr>
      <w:r w:rsidRPr="00880A24">
        <w:rPr>
          <w:rStyle w:val="Hervorhebung"/>
        </w:rPr>
        <w:t xml:space="preserve">Une maintenance régulière et des formations sur les machines pour </w:t>
      </w:r>
      <w:r>
        <w:rPr>
          <w:rStyle w:val="Hervorhebung"/>
        </w:rPr>
        <w:t>une exploitation optimale</w:t>
      </w:r>
    </w:p>
    <w:p w:rsidR="00273864" w:rsidRPr="00880A24" w:rsidRDefault="00273864" w:rsidP="00487E70">
      <w:pPr>
        <w:pStyle w:val="Text"/>
        <w:spacing w:after="240" w:line="300" w:lineRule="exact"/>
      </w:pPr>
      <w:r w:rsidRPr="00880A24">
        <w:rPr>
          <w:rStyle w:val="Hervorhebung"/>
          <w:b w:val="0"/>
        </w:rPr>
        <w:lastRenderedPageBreak/>
        <w:t>Les deux petites fraiseuses W 500 ont chacune plus de 5 000 heures de service à leur actif. « Tout est une question d’entretien</w:t>
      </w:r>
      <w:r w:rsidRPr="00880A24">
        <w:t xml:space="preserve"> », explique Jim Cook. « Tant que l’on remplace les consommables à intervalles réguliers, que l’on surveille les pièces d’usure et que l’on effectue avec soin les maintenances requises, elles </w:t>
      </w:r>
      <w:r>
        <w:t>fonctionnent</w:t>
      </w:r>
      <w:r w:rsidRPr="00880A24">
        <w:t xml:space="preserve"> avec un maximum de fiabilité.</w:t>
      </w:r>
    </w:p>
    <w:p w:rsidR="00273864" w:rsidRPr="00880A24" w:rsidRDefault="00273864" w:rsidP="00263758">
      <w:pPr>
        <w:pStyle w:val="Text"/>
        <w:spacing w:line="276" w:lineRule="auto"/>
      </w:pPr>
      <w:r w:rsidRPr="00880A24">
        <w:rPr>
          <w:rStyle w:val="Hervorhebung"/>
          <w:b w:val="0"/>
        </w:rPr>
        <w:t xml:space="preserve">De même, il est important </w:t>
      </w:r>
      <w:r w:rsidRPr="00880A24">
        <w:t>d’apprendre aux conducteurs, sur leur lieu de travail, les bonnes techniques ainsi que les opérations quotidiennes de maintenance. » Ainsi, chez Costello</w:t>
      </w:r>
      <w:r>
        <w:t>,</w:t>
      </w:r>
      <w:r w:rsidRPr="00880A24">
        <w:t xml:space="preserve"> le programme de maintenance quotidienne comprend également le travail d’inspection de la machine à la fin de </w:t>
      </w:r>
      <w:r>
        <w:t xml:space="preserve">la </w:t>
      </w:r>
      <w:r w:rsidRPr="00880A24">
        <w:t>mission de fraisage. « Si nécessaire, Jim et son équipe s’occupent de remettre la machine en parfait état », explique-t-il.</w:t>
      </w:r>
    </w:p>
    <w:p w:rsidR="00273864" w:rsidRPr="00880A24" w:rsidRDefault="00273864" w:rsidP="00263758">
      <w:pPr>
        <w:pStyle w:val="Text"/>
        <w:spacing w:line="276" w:lineRule="auto"/>
      </w:pPr>
    </w:p>
    <w:p w:rsidR="00273864" w:rsidRPr="00880A24" w:rsidRDefault="00273864" w:rsidP="00487E70">
      <w:pPr>
        <w:pStyle w:val="Text"/>
        <w:spacing w:after="240" w:line="300" w:lineRule="exact"/>
      </w:pPr>
      <w:r w:rsidRPr="00880A24">
        <w:t xml:space="preserve">Un programme </w:t>
      </w:r>
      <w:r>
        <w:t>d’entretien</w:t>
      </w:r>
      <w:r w:rsidRPr="00880A24">
        <w:t xml:space="preserve"> </w:t>
      </w:r>
      <w:r>
        <w:t>contribue</w:t>
      </w:r>
      <w:r w:rsidRPr="00880A24">
        <w:t xml:space="preserve"> à prolonger la durée de vie de la machine. « Nous connaissons toujours exactement le nombre d’heures de fonctionnement des machines ainsi que les mesures </w:t>
      </w:r>
      <w:r>
        <w:t>d’entretien</w:t>
      </w:r>
      <w:r w:rsidRPr="00880A24">
        <w:t xml:space="preserve"> </w:t>
      </w:r>
      <w:r>
        <w:t>effectuées</w:t>
      </w:r>
      <w:r w:rsidRPr="00880A24">
        <w:t xml:space="preserve">. Et nous élaborons des </w:t>
      </w:r>
      <w:r>
        <w:t>interventions</w:t>
      </w:r>
      <w:r w:rsidRPr="00880A24">
        <w:t xml:space="preserve"> standard pour les intervalles de service après 250, 500, 750 et 1 000 heures de service », explique Jim Cook. « C’est ce que nous faisons pour toutes nos machines, et la maintenance est effectuée dans notre propre atelier. » En outre, la participation régulière aux formations de WIRTGEN </w:t>
      </w:r>
      <w:proofErr w:type="spellStart"/>
      <w:r w:rsidRPr="00880A24">
        <w:t>America</w:t>
      </w:r>
      <w:proofErr w:type="spellEnd"/>
      <w:r w:rsidRPr="00880A24">
        <w:t xml:space="preserve"> aide l’équipe de Costello à approfondir continuellement </w:t>
      </w:r>
      <w:r>
        <w:t>son</w:t>
      </w:r>
      <w:r w:rsidRPr="00880A24">
        <w:t xml:space="preserve"> savoir-faire sur les machines. « Nous avons non seulement suivi une formation en électronique mais également en hydraulique », explique Jim Cook. « Nous envoyons </w:t>
      </w:r>
      <w:r>
        <w:t xml:space="preserve">aussi bien </w:t>
      </w:r>
      <w:r w:rsidRPr="00880A24">
        <w:t>le</w:t>
      </w:r>
      <w:r>
        <w:t>s</w:t>
      </w:r>
      <w:r w:rsidRPr="00880A24">
        <w:t xml:space="preserve"> superviseur</w:t>
      </w:r>
      <w:r>
        <w:t>s</w:t>
      </w:r>
      <w:r w:rsidRPr="00880A24">
        <w:t xml:space="preserve"> </w:t>
      </w:r>
      <w:r>
        <w:t>que</w:t>
      </w:r>
      <w:r w:rsidRPr="00880A24">
        <w:t xml:space="preserve"> les conducteurs de machine suivre les cours, puis nous nous formons mutuellement. »</w:t>
      </w:r>
    </w:p>
    <w:p w:rsidR="00273864" w:rsidRPr="00880A24" w:rsidRDefault="00273864" w:rsidP="00BA6956">
      <w:pPr>
        <w:pStyle w:val="Text"/>
        <w:spacing w:line="276" w:lineRule="auto"/>
        <w:rPr>
          <w:rStyle w:val="Hervorhebung"/>
        </w:rPr>
      </w:pPr>
      <w:r w:rsidRPr="00880A24">
        <w:rPr>
          <w:rStyle w:val="Hervorhebung"/>
        </w:rPr>
        <w:t>Les fraiseuses de dernière génération</w:t>
      </w:r>
    </w:p>
    <w:p w:rsidR="00273864" w:rsidRPr="00880A24" w:rsidRDefault="00273864" w:rsidP="00BA6956">
      <w:pPr>
        <w:pStyle w:val="Text"/>
        <w:spacing w:after="240" w:line="300" w:lineRule="exact"/>
      </w:pPr>
      <w:r w:rsidRPr="00880A24">
        <w:t>L’équipe de Costello a déjà connu quelques générations de fraiseuses WIRTGEN</w:t>
      </w:r>
      <w:r>
        <w:t xml:space="preserve"> et </w:t>
      </w:r>
      <w:r w:rsidRPr="00880A24">
        <w:t xml:space="preserve">sait donc apprécier les modifications </w:t>
      </w:r>
      <w:r>
        <w:t>dont elles ont fait l’objet</w:t>
      </w:r>
      <w:r w:rsidRPr="00880A24">
        <w:t xml:space="preserve"> ces dernières années. Et même si le poste de conduite des nouveaux modèles tels que la W 220 peut paraître complexe en raison des écrans d’ordinateur, des écrans vidéo et de l’éclairage, l’équipe de Costello considère que les nouvelles fraiseuses sont plus faciles à utiliser.</w:t>
      </w:r>
    </w:p>
    <w:p w:rsidR="00273864" w:rsidRPr="00880A24" w:rsidRDefault="00273864" w:rsidP="00BA6956">
      <w:pPr>
        <w:pStyle w:val="Text"/>
        <w:spacing w:after="240" w:line="300" w:lineRule="exact"/>
      </w:pPr>
      <w:r w:rsidRPr="00880A24">
        <w:t>« Elles sont nettement plus conviviales », affirme Jim Cook</w:t>
      </w:r>
      <w:r>
        <w:t xml:space="preserve"> en toute certitude</w:t>
      </w:r>
      <w:r w:rsidRPr="00880A24">
        <w:t>. « </w:t>
      </w:r>
      <w:r>
        <w:t xml:space="preserve">En cas de </w:t>
      </w:r>
      <w:r w:rsidRPr="00880A24">
        <w:t>message d’erreur</w:t>
      </w:r>
      <w:r>
        <w:t xml:space="preserve">, </w:t>
      </w:r>
      <w:r w:rsidRPr="00880A24">
        <w:t xml:space="preserve">la machine indique où il </w:t>
      </w:r>
      <w:r>
        <w:t>faut</w:t>
      </w:r>
      <w:r w:rsidRPr="00880A24">
        <w:t xml:space="preserve"> chercher pour diagnostiquer l’erreur. La machine pose même une série de questions </w:t>
      </w:r>
      <w:r>
        <w:t>permettant d’</w:t>
      </w:r>
      <w:r w:rsidRPr="00880A24">
        <w:t xml:space="preserve">identifier la source d’erreur – la fraiseuse peut donc </w:t>
      </w:r>
      <w:r>
        <w:t>être remise</w:t>
      </w:r>
      <w:r w:rsidRPr="00880A24">
        <w:t xml:space="preserve"> en marche beaucoup plus rapidement. » Et surtout, la nouvelle génération de grandes fraiseuses WIRTGEN offre un meilleur environnement de travail, ajoute Jim Cook. « La W 220 dispose d’une marche à vide réduite ainsi que de trois différentes vitesses de rotation du tambour de fraisage. Elle est beaucoup plus silencieuse. »</w:t>
      </w:r>
    </w:p>
    <w:p w:rsidR="00273864" w:rsidRPr="00880A24" w:rsidRDefault="00273864" w:rsidP="00BA6956">
      <w:pPr>
        <w:pStyle w:val="Text"/>
        <w:spacing w:after="240" w:line="300" w:lineRule="exact"/>
      </w:pPr>
      <w:r w:rsidRPr="00880A24">
        <w:t xml:space="preserve">Todd </w:t>
      </w:r>
      <w:proofErr w:type="spellStart"/>
      <w:r w:rsidRPr="00880A24">
        <w:t>Nedzweckas</w:t>
      </w:r>
      <w:proofErr w:type="spellEnd"/>
      <w:r w:rsidRPr="00880A24">
        <w:t xml:space="preserve"> ajoute : « WIRGEN </w:t>
      </w:r>
      <w:r>
        <w:t>tient</w:t>
      </w:r>
      <w:r w:rsidRPr="00880A24">
        <w:t xml:space="preserve"> vraiment </w:t>
      </w:r>
      <w:r>
        <w:t>compte du</w:t>
      </w:r>
      <w:r w:rsidRPr="00880A24">
        <w:t xml:space="preserve"> conducteur de la machine. En effet, même avec une puissance accrue, le niveau de nuisance sonore reste beaucoup plus faible et le système de fraisage sous vide VCS (Vacuum </w:t>
      </w:r>
      <w:proofErr w:type="spellStart"/>
      <w:r w:rsidRPr="00880A24">
        <w:t>Cutting</w:t>
      </w:r>
      <w:proofErr w:type="spellEnd"/>
      <w:r w:rsidRPr="00880A24">
        <w:t xml:space="preserve"> </w:t>
      </w:r>
      <w:r w:rsidRPr="00880A24">
        <w:lastRenderedPageBreak/>
        <w:t xml:space="preserve">System), qui aspire tant les odeurs que les particules fines, </w:t>
      </w:r>
      <w:r>
        <w:t>représente vraiment une aide pour le</w:t>
      </w:r>
      <w:r w:rsidRPr="00880A24">
        <w:t xml:space="preserve"> conducteur de la machine. »</w:t>
      </w:r>
    </w:p>
    <w:p w:rsidR="00273864" w:rsidRPr="00880A24" w:rsidRDefault="00273864" w:rsidP="008F784E">
      <w:pPr>
        <w:pStyle w:val="Text"/>
        <w:spacing w:after="240" w:line="300" w:lineRule="exact"/>
      </w:pPr>
      <w:r w:rsidRPr="00880A24">
        <w:t xml:space="preserve">L’ergonomie est encore un point qui convainc Jim Cook. « La manière dont les pupitres de commande et les sièges peuvent être pivotés contribue nettement au confort du conducteur de la machine. </w:t>
      </w:r>
      <w:r>
        <w:t xml:space="preserve">Quand </w:t>
      </w:r>
      <w:r w:rsidRPr="00880A24">
        <w:t xml:space="preserve">on passe </w:t>
      </w:r>
      <w:smartTag w:uri="urn:schemas-microsoft-com:office:smarttags" w:element="time">
        <w:smartTagPr>
          <w:attr w:name="Hour" w:val="14"/>
          <w:attr w:name="Minute" w:val="0"/>
        </w:smartTagPr>
        <w:r w:rsidRPr="00880A24">
          <w:t>14 heures</w:t>
        </w:r>
      </w:smartTag>
      <w:r w:rsidRPr="00880A24">
        <w:t xml:space="preserve"> par jour sur </w:t>
      </w:r>
      <w:r>
        <w:t>la</w:t>
      </w:r>
      <w:r w:rsidRPr="00880A24">
        <w:t xml:space="preserve"> machine, cela fait une énorme différence. »</w:t>
      </w:r>
    </w:p>
    <w:p w:rsidR="00273864" w:rsidRPr="00880A24" w:rsidRDefault="00273864" w:rsidP="008F784E">
      <w:pPr>
        <w:pStyle w:val="Text"/>
        <w:spacing w:after="240" w:line="300" w:lineRule="exact"/>
      </w:pPr>
    </w:p>
    <w:p w:rsidR="00273864" w:rsidRPr="00880A24" w:rsidRDefault="00273864" w:rsidP="008F784E">
      <w:pPr>
        <w:pStyle w:val="Text"/>
        <w:spacing w:line="300" w:lineRule="exact"/>
        <w:rPr>
          <w:b/>
        </w:rPr>
      </w:pPr>
      <w:r w:rsidRPr="00880A24">
        <w:rPr>
          <w:b/>
        </w:rPr>
        <w:t>Une vue optimisée pour tous les cas de figure</w:t>
      </w:r>
    </w:p>
    <w:p w:rsidR="00273864" w:rsidRPr="00880A24" w:rsidRDefault="00273864" w:rsidP="008F784E">
      <w:pPr>
        <w:pStyle w:val="Text"/>
        <w:spacing w:after="240" w:line="300" w:lineRule="exact"/>
      </w:pPr>
      <w:r w:rsidRPr="00880A24">
        <w:t xml:space="preserve">« L’éclairage complet dont sont équipées les fraiseuses </w:t>
      </w:r>
      <w:r>
        <w:t xml:space="preserve">les </w:t>
      </w:r>
      <w:r w:rsidRPr="00880A24">
        <w:t xml:space="preserve">fait ressembler à des ovnis », plaisante Todd </w:t>
      </w:r>
      <w:proofErr w:type="spellStart"/>
      <w:r w:rsidRPr="00880A24">
        <w:t>Nedzweckas</w:t>
      </w:r>
      <w:proofErr w:type="spellEnd"/>
      <w:r w:rsidRPr="00880A24">
        <w:t>. « Une grande partie de notre travail s’effectue de nuit</w:t>
      </w:r>
      <w:r>
        <w:t>,</w:t>
      </w:r>
      <w:r w:rsidRPr="00880A24">
        <w:t xml:space="preserve"> et </w:t>
      </w:r>
      <w:r>
        <w:t xml:space="preserve">l’affichage des instruments ainsi que </w:t>
      </w:r>
      <w:r w:rsidRPr="00880A24">
        <w:t xml:space="preserve">les systèmes d’éclairage sont excellents – cela permet de bien </w:t>
      </w:r>
      <w:r>
        <w:t>distinguer</w:t>
      </w:r>
      <w:r w:rsidRPr="00880A24">
        <w:t xml:space="preserve"> tous les éléments de commande</w:t>
      </w:r>
      <w:r>
        <w:t>,</w:t>
      </w:r>
      <w:r w:rsidRPr="00880A24">
        <w:t xml:space="preserve"> et </w:t>
      </w:r>
      <w:r>
        <w:t xml:space="preserve">les alentours </w:t>
      </w:r>
      <w:r w:rsidRPr="00880A24">
        <w:t xml:space="preserve">de la machine </w:t>
      </w:r>
      <w:r>
        <w:t>sont</w:t>
      </w:r>
      <w:r w:rsidRPr="00880A24">
        <w:t xml:space="preserve"> parfaitement éclairé</w:t>
      </w:r>
      <w:r>
        <w:t>s</w:t>
      </w:r>
      <w:r w:rsidRPr="00880A24">
        <w:t>. »</w:t>
      </w:r>
    </w:p>
    <w:p w:rsidR="00273864" w:rsidRPr="00880A24" w:rsidRDefault="00273864" w:rsidP="008F784E">
      <w:pPr>
        <w:pStyle w:val="Text"/>
        <w:spacing w:after="240" w:line="300" w:lineRule="exact"/>
      </w:pPr>
      <w:r w:rsidRPr="00880A24">
        <w:t xml:space="preserve">La « taille de guêpe » de la W 220 offre au conducteur une meilleure vue devant le </w:t>
      </w:r>
      <w:r>
        <w:t>groupe</w:t>
      </w:r>
      <w:r w:rsidRPr="00880A24">
        <w:t xml:space="preserve"> de fraisage et sur le train de roulement avant. Sinon, tout ce que l’on ne peut pas voir se trouve sous la surveillance de caméras : « Les écrans du poste de conduite nous montrent l’extrémité de la bande de chargement ainsi que l’arrière de la machine », explique Jim Cook. « Cela fait une grande différence pour le conducteur de la machine en termes de productivité et de sécurité. Il a un </w:t>
      </w:r>
      <w:r>
        <w:t xml:space="preserve">meilleur </w:t>
      </w:r>
      <w:r w:rsidRPr="00880A24">
        <w:t xml:space="preserve">contrôle </w:t>
      </w:r>
      <w:r>
        <w:t>du</w:t>
      </w:r>
      <w:r w:rsidRPr="00880A24">
        <w:t xml:space="preserve"> chargement car il voit exactement ce qui est déversé dans le camion. Dans les virages en particulier, la vue sur la bande de chargement est limitée. Avec la caméra, </w:t>
      </w:r>
      <w:r>
        <w:t>on distingue</w:t>
      </w:r>
      <w:r w:rsidRPr="00880A24">
        <w:t xml:space="preserve"> parfaitement le matériau et la plate-forme de chargement du camion. »</w:t>
      </w:r>
    </w:p>
    <w:p w:rsidR="00273864" w:rsidRPr="00880A24" w:rsidRDefault="00273864" w:rsidP="008F784E">
      <w:pPr>
        <w:pStyle w:val="Text"/>
        <w:spacing w:after="240" w:line="300" w:lineRule="exact"/>
      </w:pPr>
      <w:r w:rsidRPr="00880A24">
        <w:t xml:space="preserve">En marche arrière, la caméra montre également ce qui se passe derrière la machine, par exemple les voitures ou les passants. Un tel dispositif augmente la sécurité sur le chantier et on n’a plus besoin de se fier </w:t>
      </w:r>
      <w:r>
        <w:t xml:space="preserve">uniquement </w:t>
      </w:r>
      <w:r w:rsidRPr="00880A24">
        <w:t>au personnel au sol. « Ainsi, la caméra permet d’éliminer un angle mort</w:t>
      </w:r>
      <w:r w:rsidR="0099151C">
        <w:t xml:space="preserve"> </w:t>
      </w:r>
      <w:r>
        <w:t>considérable »</w:t>
      </w:r>
      <w:r w:rsidRPr="00880A24">
        <w:t xml:space="preserve">, explique Todd </w:t>
      </w:r>
      <w:proofErr w:type="spellStart"/>
      <w:r w:rsidRPr="00880A24">
        <w:t>Nedzweckas</w:t>
      </w:r>
      <w:proofErr w:type="spellEnd"/>
      <w:r w:rsidRPr="00880A24">
        <w:t xml:space="preserve">. </w:t>
      </w:r>
    </w:p>
    <w:p w:rsidR="00273864" w:rsidRPr="00880A24" w:rsidRDefault="00273864" w:rsidP="005F6CD4">
      <w:pPr>
        <w:pStyle w:val="Text"/>
        <w:spacing w:line="300" w:lineRule="exact"/>
        <w:rPr>
          <w:b/>
        </w:rPr>
      </w:pPr>
      <w:r w:rsidRPr="00880A24">
        <w:rPr>
          <w:b/>
        </w:rPr>
        <w:t xml:space="preserve">Costello : </w:t>
      </w:r>
      <w:r>
        <w:rPr>
          <w:b/>
        </w:rPr>
        <w:t>le</w:t>
      </w:r>
      <w:r w:rsidRPr="00880A24">
        <w:rPr>
          <w:b/>
        </w:rPr>
        <w:t xml:space="preserve"> savoir-faire et une technologie de fraisage leader, base</w:t>
      </w:r>
      <w:r>
        <w:rPr>
          <w:b/>
        </w:rPr>
        <w:t>s</w:t>
      </w:r>
      <w:r w:rsidRPr="00880A24">
        <w:rPr>
          <w:b/>
        </w:rPr>
        <w:t xml:space="preserve"> de la réussite </w:t>
      </w:r>
    </w:p>
    <w:p w:rsidR="00273864" w:rsidRPr="00880A24" w:rsidRDefault="00273864" w:rsidP="008F784E">
      <w:pPr>
        <w:pStyle w:val="Text"/>
        <w:spacing w:after="240" w:line="300" w:lineRule="exact"/>
      </w:pPr>
      <w:r w:rsidRPr="00880A24">
        <w:t xml:space="preserve">Forte de plus de 100 années d’expérience en fraisage, l’équipe de gestion de Costello sait exactement ce qui compte. En effet, la réussite </w:t>
      </w:r>
      <w:r>
        <w:t>de</w:t>
      </w:r>
      <w:r w:rsidRPr="00880A24">
        <w:t xml:space="preserve"> l’entreprise </w:t>
      </w:r>
      <w:r>
        <w:t>depuis</w:t>
      </w:r>
      <w:r w:rsidRPr="00880A24">
        <w:t xml:space="preserve"> trois générations repose sur </w:t>
      </w:r>
      <w:r>
        <w:t>l</w:t>
      </w:r>
      <w:r w:rsidRPr="00880A24">
        <w:t>’excellente qualité de</w:t>
      </w:r>
      <w:r>
        <w:t>s</w:t>
      </w:r>
      <w:r w:rsidRPr="00880A24">
        <w:t xml:space="preserve"> produits, de</w:t>
      </w:r>
      <w:r>
        <w:t>s</w:t>
      </w:r>
      <w:r w:rsidRPr="00880A24">
        <w:t xml:space="preserve"> technologies et de</w:t>
      </w:r>
      <w:r>
        <w:t>s</w:t>
      </w:r>
      <w:r w:rsidRPr="00880A24">
        <w:t xml:space="preserve"> prestations</w:t>
      </w:r>
      <w:r>
        <w:t xml:space="preserve"> qu’elle fournit</w:t>
      </w:r>
      <w:r w:rsidRPr="00880A24">
        <w:t>. Jim Cook a un avis clair à ce sujet : « Pour moi, les fraiseuses WIRTGEN sont les meilleures machines. »</w:t>
      </w:r>
    </w:p>
    <w:p w:rsidR="00273864" w:rsidRPr="00880A24" w:rsidRDefault="00273864" w:rsidP="00C644CA">
      <w:pPr>
        <w:pStyle w:val="Text"/>
      </w:pPr>
      <w:r w:rsidRPr="00880A24">
        <w:br w:type="page"/>
      </w:r>
    </w:p>
    <w:p w:rsidR="00273864" w:rsidRPr="00880A24" w:rsidRDefault="00273864" w:rsidP="00C644CA">
      <w:pPr>
        <w:pStyle w:val="HeadlineFotos"/>
      </w:pPr>
      <w:r w:rsidRPr="00880A24">
        <w:rPr>
          <w:caps w:val="0"/>
          <w:szCs w:val="22"/>
        </w:rPr>
        <w:lastRenderedPageBreak/>
        <w:t>Photos </w:t>
      </w:r>
      <w:r w:rsidRPr="00880A24">
        <w:t>:</w:t>
      </w:r>
    </w:p>
    <w:tbl>
      <w:tblPr>
        <w:tblW w:w="0" w:type="auto"/>
        <w:tblCellSpacing w:w="71" w:type="dxa"/>
        <w:tblCellMar>
          <w:left w:w="0" w:type="dxa"/>
          <w:right w:w="0" w:type="dxa"/>
        </w:tblCellMar>
        <w:tblLook w:val="00A0" w:firstRow="1" w:lastRow="0" w:firstColumn="1" w:lastColumn="0" w:noHBand="0" w:noVBand="0"/>
      </w:tblPr>
      <w:tblGrid>
        <w:gridCol w:w="5002"/>
        <w:gridCol w:w="4806"/>
      </w:tblGrid>
      <w:tr w:rsidR="00273864" w:rsidRPr="00880A24" w:rsidTr="0008799C">
        <w:trPr>
          <w:tblCellSpacing w:w="71" w:type="dxa"/>
        </w:trPr>
        <w:tc>
          <w:tcPr>
            <w:tcW w:w="4832" w:type="dxa"/>
            <w:tcBorders>
              <w:right w:val="single" w:sz="4" w:space="0" w:color="auto"/>
            </w:tcBorders>
          </w:tcPr>
          <w:p w:rsidR="00273864" w:rsidRPr="00880A24" w:rsidRDefault="00FF1246" w:rsidP="00D166AC">
            <w:pPr>
              <w:rPr>
                <w:szCs w:val="20"/>
              </w:rPr>
            </w:pPr>
            <w:r>
              <w:rPr>
                <w:noProof/>
                <w:szCs w:val="20"/>
                <w:lang w:val="de-DE" w:eastAsia="de-DE"/>
              </w:rPr>
              <w:drawing>
                <wp:inline distT="0" distB="0" distL="0" distR="0">
                  <wp:extent cx="2665095" cy="1696720"/>
                  <wp:effectExtent l="19050" t="0" r="1905" b="0"/>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a:srcRect/>
                          <a:stretch>
                            <a:fillRect/>
                          </a:stretch>
                        </pic:blipFill>
                        <pic:spPr bwMode="auto">
                          <a:xfrm>
                            <a:off x="0" y="0"/>
                            <a:ext cx="2665095" cy="1696720"/>
                          </a:xfrm>
                          <a:prstGeom prst="rect">
                            <a:avLst/>
                          </a:prstGeom>
                          <a:noFill/>
                          <a:ln w="9525">
                            <a:noFill/>
                            <a:miter lim="800000"/>
                            <a:headEnd/>
                            <a:tailEnd/>
                          </a:ln>
                        </pic:spPr>
                      </pic:pic>
                    </a:graphicData>
                  </a:graphic>
                </wp:inline>
              </w:drawing>
            </w:r>
          </w:p>
        </w:tc>
        <w:tc>
          <w:tcPr>
            <w:tcW w:w="4832" w:type="dxa"/>
          </w:tcPr>
          <w:p w:rsidR="00273864" w:rsidRPr="00880A24" w:rsidRDefault="00273864" w:rsidP="0014683F">
            <w:pPr>
              <w:pStyle w:val="berschrift3"/>
            </w:pPr>
            <w:r w:rsidRPr="00880A24">
              <w:t>W220_00698</w:t>
            </w:r>
          </w:p>
          <w:p w:rsidR="00273864" w:rsidRPr="00880A24" w:rsidRDefault="00273864" w:rsidP="0008799C">
            <w:pPr>
              <w:pStyle w:val="Text"/>
              <w:jc w:val="left"/>
              <w:rPr>
                <w:sz w:val="20"/>
                <w:szCs w:val="20"/>
              </w:rPr>
            </w:pPr>
            <w:r w:rsidRPr="00880A24">
              <w:rPr>
                <w:sz w:val="20"/>
                <w:szCs w:val="20"/>
              </w:rPr>
              <w:t>Équipée d’un puissant moteur diesel de 777 </w:t>
            </w:r>
            <w:proofErr w:type="spellStart"/>
            <w:r w:rsidRPr="00880A24">
              <w:rPr>
                <w:sz w:val="20"/>
                <w:szCs w:val="20"/>
              </w:rPr>
              <w:t>ch</w:t>
            </w:r>
            <w:proofErr w:type="spellEnd"/>
            <w:r w:rsidRPr="00880A24">
              <w:rPr>
                <w:sz w:val="20"/>
                <w:szCs w:val="20"/>
              </w:rPr>
              <w:t>, la grande fraiseuse WIRTGEN W 220 est un véritable concentré de puissance. La vitesse de rotation du ventilateur asservie à la température assure une faible consommation d’énergie et des émissions sonores réduites. Afin d’atteindre la performance de fraisage idéale dans des conditions fortement variables, le conducteur peut choisir entre trois vitesses de rotation du tambour de fraisage.</w:t>
            </w:r>
          </w:p>
        </w:tc>
      </w:tr>
    </w:tbl>
    <w:p w:rsidR="00273864" w:rsidRPr="00880A24" w:rsidRDefault="00273864"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1"/>
        <w:gridCol w:w="4807"/>
      </w:tblGrid>
      <w:tr w:rsidR="00273864" w:rsidRPr="00880A24" w:rsidTr="0008799C">
        <w:trPr>
          <w:tblCellSpacing w:w="71" w:type="dxa"/>
        </w:trPr>
        <w:tc>
          <w:tcPr>
            <w:tcW w:w="4832" w:type="dxa"/>
            <w:tcBorders>
              <w:right w:val="single" w:sz="4" w:space="0" w:color="auto"/>
            </w:tcBorders>
          </w:tcPr>
          <w:p w:rsidR="00273864" w:rsidRPr="00880A24" w:rsidRDefault="00FF1246" w:rsidP="00CF4F3C">
            <w:pPr>
              <w:rPr>
                <w:szCs w:val="20"/>
              </w:rPr>
            </w:pPr>
            <w:r>
              <w:rPr>
                <w:noProof/>
                <w:szCs w:val="20"/>
                <w:lang w:val="de-DE" w:eastAsia="de-DE"/>
              </w:rPr>
              <w:drawing>
                <wp:inline distT="0" distB="0" distL="0" distR="0">
                  <wp:extent cx="2645410" cy="1731010"/>
                  <wp:effectExtent l="19050" t="0" r="2540" b="0"/>
                  <wp:docPr id="8"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645410" cy="1731010"/>
                          </a:xfrm>
                          <a:prstGeom prst="rect">
                            <a:avLst/>
                          </a:prstGeom>
                          <a:noFill/>
                          <a:ln w="9525">
                            <a:noFill/>
                            <a:miter lim="800000"/>
                            <a:headEnd/>
                            <a:tailEnd/>
                          </a:ln>
                        </pic:spPr>
                      </pic:pic>
                    </a:graphicData>
                  </a:graphic>
                </wp:inline>
              </w:drawing>
            </w:r>
          </w:p>
        </w:tc>
        <w:tc>
          <w:tcPr>
            <w:tcW w:w="4832" w:type="dxa"/>
          </w:tcPr>
          <w:p w:rsidR="00273864" w:rsidRPr="00880A24" w:rsidRDefault="00273864" w:rsidP="00CF4F3C">
            <w:pPr>
              <w:pStyle w:val="berschrift3"/>
            </w:pPr>
            <w:r w:rsidRPr="00880A24">
              <w:t>W220_00707</w:t>
            </w:r>
          </w:p>
          <w:p w:rsidR="00273864" w:rsidRPr="00C444A9" w:rsidRDefault="00273864" w:rsidP="0008799C">
            <w:pPr>
              <w:pStyle w:val="Text"/>
              <w:jc w:val="left"/>
              <w:rPr>
                <w:sz w:val="20"/>
                <w:szCs w:val="20"/>
              </w:rPr>
            </w:pPr>
            <w:bookmarkStart w:id="0" w:name="_GoBack"/>
            <w:r w:rsidRPr="00C444A9">
              <w:rPr>
                <w:sz w:val="20"/>
                <w:szCs w:val="20"/>
              </w:rPr>
              <w:t>La « taille de guêpe » de la W 220 offre au conducteur une vue optimale devant le groupe de fraisage et sur le train de roulement avant.</w:t>
            </w:r>
            <w:bookmarkEnd w:id="0"/>
          </w:p>
        </w:tc>
      </w:tr>
    </w:tbl>
    <w:p w:rsidR="00273864" w:rsidRPr="00880A24" w:rsidRDefault="00273864"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2"/>
        <w:gridCol w:w="4806"/>
      </w:tblGrid>
      <w:tr w:rsidR="00273864" w:rsidRPr="00880A24" w:rsidTr="0008799C">
        <w:trPr>
          <w:tblCellSpacing w:w="71" w:type="dxa"/>
        </w:trPr>
        <w:tc>
          <w:tcPr>
            <w:tcW w:w="4832" w:type="dxa"/>
            <w:tcBorders>
              <w:right w:val="single" w:sz="4" w:space="0" w:color="auto"/>
            </w:tcBorders>
          </w:tcPr>
          <w:p w:rsidR="00273864" w:rsidRPr="00880A24" w:rsidRDefault="00FF1246" w:rsidP="00CF4F3C">
            <w:pPr>
              <w:rPr>
                <w:szCs w:val="20"/>
              </w:rPr>
            </w:pPr>
            <w:r>
              <w:rPr>
                <w:noProof/>
                <w:szCs w:val="20"/>
                <w:lang w:val="de-DE" w:eastAsia="de-DE"/>
              </w:rPr>
              <w:drawing>
                <wp:inline distT="0" distB="0" distL="0" distR="0">
                  <wp:extent cx="2665095" cy="1593850"/>
                  <wp:effectExtent l="19050" t="0" r="1905"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2665095" cy="1593850"/>
                          </a:xfrm>
                          <a:prstGeom prst="rect">
                            <a:avLst/>
                          </a:prstGeom>
                          <a:noFill/>
                          <a:ln w="9525">
                            <a:noFill/>
                            <a:miter lim="800000"/>
                            <a:headEnd/>
                            <a:tailEnd/>
                          </a:ln>
                        </pic:spPr>
                      </pic:pic>
                    </a:graphicData>
                  </a:graphic>
                </wp:inline>
              </w:drawing>
            </w:r>
          </w:p>
        </w:tc>
        <w:tc>
          <w:tcPr>
            <w:tcW w:w="4832" w:type="dxa"/>
          </w:tcPr>
          <w:p w:rsidR="00273864" w:rsidRPr="00880A24" w:rsidRDefault="00273864" w:rsidP="00CF4F3C">
            <w:pPr>
              <w:pStyle w:val="berschrift3"/>
            </w:pPr>
            <w:r w:rsidRPr="00880A24">
              <w:t>W220_00691</w:t>
            </w:r>
          </w:p>
          <w:p w:rsidR="00273864" w:rsidRPr="00880A24" w:rsidRDefault="00273864" w:rsidP="0008799C">
            <w:pPr>
              <w:pStyle w:val="Text"/>
              <w:jc w:val="left"/>
              <w:rPr>
                <w:sz w:val="20"/>
                <w:szCs w:val="20"/>
              </w:rPr>
            </w:pPr>
            <w:r w:rsidRPr="00880A24">
              <w:rPr>
                <w:sz w:val="20"/>
                <w:szCs w:val="20"/>
              </w:rPr>
              <w:t xml:space="preserve">Grâce au système d’éclairage complet, le fraisage avec la WIRTGEN W 220 est facile même la nuit. Ainsi, le personnel au sol peut </w:t>
            </w:r>
            <w:r>
              <w:rPr>
                <w:sz w:val="20"/>
                <w:szCs w:val="20"/>
              </w:rPr>
              <w:t>constamment</w:t>
            </w:r>
            <w:r w:rsidRPr="00880A24">
              <w:rPr>
                <w:sz w:val="20"/>
                <w:szCs w:val="20"/>
              </w:rPr>
              <w:t xml:space="preserve"> contrôler le carter du tambour de fraisage et le résultat de fraisage, entre autres.</w:t>
            </w:r>
          </w:p>
        </w:tc>
      </w:tr>
    </w:tbl>
    <w:p w:rsidR="00273864" w:rsidRPr="00880A24" w:rsidRDefault="00273864"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2"/>
        <w:gridCol w:w="4806"/>
      </w:tblGrid>
      <w:tr w:rsidR="00273864" w:rsidRPr="00880A24" w:rsidTr="0008799C">
        <w:trPr>
          <w:tblCellSpacing w:w="71" w:type="dxa"/>
        </w:trPr>
        <w:tc>
          <w:tcPr>
            <w:tcW w:w="4832" w:type="dxa"/>
            <w:tcBorders>
              <w:right w:val="single" w:sz="4" w:space="0" w:color="auto"/>
            </w:tcBorders>
          </w:tcPr>
          <w:p w:rsidR="00273864" w:rsidRPr="00880A24" w:rsidRDefault="00FF1246" w:rsidP="00CF4F3C">
            <w:pPr>
              <w:rPr>
                <w:szCs w:val="20"/>
              </w:rPr>
            </w:pPr>
            <w:r>
              <w:rPr>
                <w:noProof/>
                <w:szCs w:val="20"/>
                <w:lang w:val="de-DE" w:eastAsia="de-DE"/>
              </w:rPr>
              <w:lastRenderedPageBreak/>
              <w:drawing>
                <wp:inline distT="0" distB="0" distL="0" distR="0">
                  <wp:extent cx="2665095" cy="1696720"/>
                  <wp:effectExtent l="19050" t="0" r="1905" b="0"/>
                  <wp:docPr id="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2665095" cy="1696720"/>
                          </a:xfrm>
                          <a:prstGeom prst="rect">
                            <a:avLst/>
                          </a:prstGeom>
                          <a:noFill/>
                          <a:ln w="9525">
                            <a:noFill/>
                            <a:miter lim="800000"/>
                            <a:headEnd/>
                            <a:tailEnd/>
                          </a:ln>
                        </pic:spPr>
                      </pic:pic>
                    </a:graphicData>
                  </a:graphic>
                </wp:inline>
              </w:drawing>
            </w:r>
          </w:p>
        </w:tc>
        <w:tc>
          <w:tcPr>
            <w:tcW w:w="4832" w:type="dxa"/>
          </w:tcPr>
          <w:p w:rsidR="00273864" w:rsidRPr="00880A24" w:rsidRDefault="00273864" w:rsidP="00CF4F3C">
            <w:pPr>
              <w:pStyle w:val="berschrift3"/>
            </w:pPr>
            <w:r w:rsidRPr="00880A24">
              <w:t>W220_00686</w:t>
            </w:r>
          </w:p>
          <w:p w:rsidR="00273864" w:rsidRPr="00880A24" w:rsidRDefault="00273864" w:rsidP="0008799C">
            <w:pPr>
              <w:pStyle w:val="Text"/>
              <w:jc w:val="left"/>
              <w:rPr>
                <w:sz w:val="20"/>
                <w:szCs w:val="20"/>
              </w:rPr>
            </w:pPr>
            <w:r w:rsidRPr="00880A24">
              <w:rPr>
                <w:sz w:val="20"/>
                <w:szCs w:val="20"/>
              </w:rPr>
              <w:t xml:space="preserve">Grâce à l’éclairage complet de la machine et des instruments, le réglage des différents paramètres sur le pupitre de commande du système de nivellement LEVEL PRO de WIRTGEN </w:t>
            </w:r>
            <w:r>
              <w:rPr>
                <w:sz w:val="20"/>
                <w:szCs w:val="20"/>
              </w:rPr>
              <w:t xml:space="preserve">s’effectue </w:t>
            </w:r>
            <w:r w:rsidRPr="00880A24">
              <w:rPr>
                <w:sz w:val="20"/>
                <w:szCs w:val="20"/>
              </w:rPr>
              <w:t>comme en plein jour.</w:t>
            </w:r>
          </w:p>
        </w:tc>
      </w:tr>
    </w:tbl>
    <w:p w:rsidR="00273864" w:rsidRPr="00880A24" w:rsidRDefault="00273864"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5001"/>
        <w:gridCol w:w="4807"/>
      </w:tblGrid>
      <w:tr w:rsidR="00273864" w:rsidRPr="00880A24" w:rsidTr="0008799C">
        <w:trPr>
          <w:tblCellSpacing w:w="71" w:type="dxa"/>
        </w:trPr>
        <w:tc>
          <w:tcPr>
            <w:tcW w:w="4832" w:type="dxa"/>
            <w:tcBorders>
              <w:right w:val="single" w:sz="4" w:space="0" w:color="auto"/>
            </w:tcBorders>
          </w:tcPr>
          <w:p w:rsidR="00273864" w:rsidRPr="00880A24" w:rsidRDefault="00FF1246" w:rsidP="00CF4F3C">
            <w:pPr>
              <w:rPr>
                <w:szCs w:val="20"/>
              </w:rPr>
            </w:pPr>
            <w:r>
              <w:rPr>
                <w:noProof/>
                <w:szCs w:val="20"/>
                <w:lang w:val="de-DE" w:eastAsia="de-DE"/>
              </w:rPr>
              <w:drawing>
                <wp:inline distT="0" distB="0" distL="0" distR="0">
                  <wp:extent cx="2645410" cy="1799590"/>
                  <wp:effectExtent l="19050" t="0" r="2540" b="0"/>
                  <wp:docPr id="3"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2645410" cy="1799590"/>
                          </a:xfrm>
                          <a:prstGeom prst="rect">
                            <a:avLst/>
                          </a:prstGeom>
                          <a:noFill/>
                          <a:ln w="9525">
                            <a:noFill/>
                            <a:miter lim="800000"/>
                            <a:headEnd/>
                            <a:tailEnd/>
                          </a:ln>
                        </pic:spPr>
                      </pic:pic>
                    </a:graphicData>
                  </a:graphic>
                </wp:inline>
              </w:drawing>
            </w:r>
          </w:p>
        </w:tc>
        <w:tc>
          <w:tcPr>
            <w:tcW w:w="4832" w:type="dxa"/>
          </w:tcPr>
          <w:p w:rsidR="00273864" w:rsidRPr="00880A24" w:rsidRDefault="00273864" w:rsidP="00CF4F3C">
            <w:pPr>
              <w:pStyle w:val="berschrift3"/>
            </w:pPr>
            <w:r w:rsidRPr="00880A24">
              <w:t>W220_00693</w:t>
            </w:r>
          </w:p>
          <w:p w:rsidR="00273864" w:rsidRPr="00880A24" w:rsidRDefault="00273864" w:rsidP="0008799C">
            <w:pPr>
              <w:pStyle w:val="Text"/>
              <w:jc w:val="left"/>
              <w:rPr>
                <w:sz w:val="20"/>
                <w:szCs w:val="20"/>
              </w:rPr>
            </w:pPr>
            <w:r w:rsidRPr="00880A24">
              <w:rPr>
                <w:sz w:val="20"/>
                <w:szCs w:val="20"/>
              </w:rPr>
              <w:t xml:space="preserve">Chaque geste du conducteur de fraiseuses est parfaitement au point – grâce notamment aux éléments de commande rétroéclairés agencés de manière claire et ergonomique sur la W 220 de WIRTGEN. Il est donc encore plus facile de travailler sans </w:t>
            </w:r>
            <w:r>
              <w:rPr>
                <w:sz w:val="20"/>
                <w:szCs w:val="20"/>
              </w:rPr>
              <w:t>fatigue</w:t>
            </w:r>
            <w:r w:rsidRPr="00880A24">
              <w:rPr>
                <w:sz w:val="20"/>
                <w:szCs w:val="20"/>
              </w:rPr>
              <w:t xml:space="preserve"> et avec un maximum de productivité.</w:t>
            </w:r>
          </w:p>
        </w:tc>
      </w:tr>
    </w:tbl>
    <w:p w:rsidR="00273864" w:rsidRPr="00880A24" w:rsidRDefault="00273864" w:rsidP="00D166AC">
      <w:pPr>
        <w:pStyle w:val="Text"/>
      </w:pPr>
    </w:p>
    <w:p w:rsidR="003512C4" w:rsidRPr="004527D9" w:rsidRDefault="003512C4" w:rsidP="003512C4">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3512C4" w:rsidRPr="002657E9" w:rsidRDefault="003512C4" w:rsidP="003512C4">
      <w:pPr>
        <w:pStyle w:val="Text"/>
      </w:pPr>
    </w:p>
    <w:p w:rsidR="003512C4" w:rsidRPr="002657E9" w:rsidRDefault="003512C4" w:rsidP="003512C4">
      <w:pPr>
        <w:pStyle w:val="Text"/>
      </w:pPr>
    </w:p>
    <w:tbl>
      <w:tblPr>
        <w:tblStyle w:val="Basic"/>
        <w:tblW w:w="0" w:type="auto"/>
        <w:tblLook w:val="04A0" w:firstRow="1" w:lastRow="0" w:firstColumn="1" w:lastColumn="0" w:noHBand="0" w:noVBand="1"/>
      </w:tblPr>
      <w:tblGrid>
        <w:gridCol w:w="4784"/>
        <w:gridCol w:w="4740"/>
      </w:tblGrid>
      <w:tr w:rsidR="003512C4" w:rsidTr="00E85BA5">
        <w:tc>
          <w:tcPr>
            <w:tcW w:w="4832" w:type="dxa"/>
            <w:tcBorders>
              <w:right w:val="single" w:sz="48" w:space="0" w:color="FFFFFF" w:themeColor="background1"/>
            </w:tcBorders>
          </w:tcPr>
          <w:p w:rsidR="003512C4" w:rsidRPr="00BA6793" w:rsidRDefault="003512C4" w:rsidP="00E85BA5">
            <w:pPr>
              <w:pStyle w:val="HeadlineKontakte"/>
              <w:rPr>
                <w:rFonts w:eastAsia="Calibri"/>
                <w:caps w:val="0"/>
                <w:szCs w:val="22"/>
              </w:rPr>
            </w:pPr>
            <w:r w:rsidRPr="00BA6793">
              <w:rPr>
                <w:rFonts w:cs="Arial"/>
              </w:rPr>
              <w:t>Vous obtiendrez de plus amples</w:t>
            </w:r>
          </w:p>
          <w:p w:rsidR="003512C4" w:rsidRPr="00A100EA" w:rsidRDefault="003512C4" w:rsidP="00E85BA5">
            <w:pPr>
              <w:pStyle w:val="HeadlineKontakte"/>
            </w:pPr>
            <w:r w:rsidRPr="00A100EA">
              <w:rPr>
                <w:rFonts w:cs="Arial"/>
              </w:rPr>
              <w:t xml:space="preserve">informations auprès de </w:t>
            </w:r>
            <w:r w:rsidRPr="00A100EA">
              <w:t>:</w:t>
            </w:r>
          </w:p>
          <w:p w:rsidR="003512C4" w:rsidRPr="00564374" w:rsidRDefault="003512C4" w:rsidP="00E85BA5">
            <w:pPr>
              <w:pStyle w:val="Text"/>
            </w:pPr>
            <w:r w:rsidRPr="00564374">
              <w:t>WIRTGEN GmbH</w:t>
            </w:r>
          </w:p>
          <w:p w:rsidR="003512C4" w:rsidRPr="00564374" w:rsidRDefault="003512C4" w:rsidP="00E85BA5">
            <w:pPr>
              <w:pStyle w:val="Text"/>
            </w:pPr>
            <w:proofErr w:type="spellStart"/>
            <w:r w:rsidRPr="00564374">
              <w:t>Corporate</w:t>
            </w:r>
            <w:proofErr w:type="spellEnd"/>
            <w:r w:rsidRPr="00564374">
              <w:t xml:space="preserve"> Communications</w:t>
            </w:r>
          </w:p>
          <w:p w:rsidR="003512C4" w:rsidRPr="00564374" w:rsidRDefault="003512C4" w:rsidP="00E85BA5">
            <w:pPr>
              <w:pStyle w:val="Text"/>
            </w:pPr>
            <w:r w:rsidRPr="00564374">
              <w:t>Michaela Adams, Mario Linnemann</w:t>
            </w:r>
          </w:p>
          <w:p w:rsidR="003512C4" w:rsidRPr="00564374" w:rsidRDefault="003512C4" w:rsidP="00E85BA5">
            <w:pPr>
              <w:pStyle w:val="Text"/>
            </w:pPr>
            <w:r w:rsidRPr="00564374">
              <w:t>Reinhard-Wirtgen-</w:t>
            </w:r>
            <w:proofErr w:type="spellStart"/>
            <w:r w:rsidRPr="00564374">
              <w:t>Straße</w:t>
            </w:r>
            <w:proofErr w:type="spellEnd"/>
            <w:r w:rsidRPr="00564374">
              <w:t xml:space="preserve"> 2</w:t>
            </w:r>
          </w:p>
          <w:p w:rsidR="003512C4" w:rsidRPr="00564374" w:rsidRDefault="003512C4" w:rsidP="00E85BA5">
            <w:pPr>
              <w:pStyle w:val="Text"/>
            </w:pPr>
            <w:r w:rsidRPr="00564374">
              <w:t xml:space="preserve">53578 </w:t>
            </w:r>
            <w:proofErr w:type="spellStart"/>
            <w:r w:rsidRPr="00564374">
              <w:t>Windhagen</w:t>
            </w:r>
            <w:proofErr w:type="spellEnd"/>
          </w:p>
          <w:p w:rsidR="003512C4" w:rsidRPr="00B925BA" w:rsidRDefault="003512C4" w:rsidP="00E85BA5">
            <w:pPr>
              <w:pStyle w:val="Text"/>
            </w:pPr>
            <w:r w:rsidRPr="00B925BA">
              <w:t>Allemagne</w:t>
            </w:r>
          </w:p>
          <w:p w:rsidR="003512C4" w:rsidRPr="00B925BA" w:rsidRDefault="003512C4" w:rsidP="00E85BA5">
            <w:pPr>
              <w:pStyle w:val="Text"/>
            </w:pPr>
          </w:p>
          <w:p w:rsidR="003512C4" w:rsidRPr="00B925BA" w:rsidRDefault="003512C4" w:rsidP="00E85BA5">
            <w:pPr>
              <w:pStyle w:val="Text"/>
            </w:pPr>
            <w:r w:rsidRPr="00B925BA">
              <w:t>Téléphone: +49 (0) 2645 131 – 0</w:t>
            </w:r>
          </w:p>
          <w:p w:rsidR="003512C4" w:rsidRPr="00B925BA" w:rsidRDefault="003512C4" w:rsidP="00E85BA5">
            <w:pPr>
              <w:pStyle w:val="Text"/>
            </w:pPr>
            <w:proofErr w:type="spellStart"/>
            <w:r w:rsidRPr="00B925BA">
              <w:t>Telefax</w:t>
            </w:r>
            <w:proofErr w:type="spellEnd"/>
            <w:r w:rsidRPr="00B925BA">
              <w:t>:      +49 (0) 2645 131 – 499</w:t>
            </w:r>
          </w:p>
          <w:p w:rsidR="003512C4" w:rsidRPr="00B925BA" w:rsidRDefault="003512C4" w:rsidP="00E85BA5">
            <w:pPr>
              <w:pStyle w:val="Text"/>
            </w:pPr>
            <w:r w:rsidRPr="00B925BA">
              <w:t>e-mail:        presse@wirtgen.com</w:t>
            </w:r>
          </w:p>
          <w:p w:rsidR="003512C4" w:rsidRPr="00D166AC" w:rsidRDefault="003512C4" w:rsidP="00E85BA5">
            <w:pPr>
              <w:pStyle w:val="Text"/>
            </w:pPr>
            <w:r>
              <w:t>www.wirtgen.com</w:t>
            </w:r>
          </w:p>
        </w:tc>
        <w:tc>
          <w:tcPr>
            <w:tcW w:w="4832" w:type="dxa"/>
            <w:tcBorders>
              <w:left w:val="single" w:sz="48" w:space="0" w:color="FFFFFF" w:themeColor="background1"/>
            </w:tcBorders>
          </w:tcPr>
          <w:p w:rsidR="003512C4" w:rsidRPr="0034191A" w:rsidRDefault="003512C4" w:rsidP="00E85BA5">
            <w:pPr>
              <w:pStyle w:val="Text"/>
            </w:pPr>
          </w:p>
        </w:tc>
      </w:tr>
    </w:tbl>
    <w:p w:rsidR="00273864" w:rsidRPr="00880A24" w:rsidRDefault="00273864" w:rsidP="00D166AC">
      <w:pPr>
        <w:pStyle w:val="Text"/>
      </w:pPr>
    </w:p>
    <w:sectPr w:rsidR="00273864" w:rsidRPr="00880A24"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2C5" w:rsidRDefault="00EA72C5" w:rsidP="00E55534">
      <w:r>
        <w:separator/>
      </w:r>
    </w:p>
  </w:endnote>
  <w:endnote w:type="continuationSeparator" w:id="0">
    <w:p w:rsidR="00EA72C5" w:rsidRDefault="00EA72C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273864" w:rsidRPr="0008799C" w:rsidTr="0008799C">
      <w:trPr>
        <w:trHeight w:hRule="exact" w:val="227"/>
      </w:trPr>
      <w:tc>
        <w:tcPr>
          <w:tcW w:w="8364" w:type="dxa"/>
        </w:tcPr>
        <w:p w:rsidR="00273864" w:rsidRPr="0008799C" w:rsidRDefault="00273864" w:rsidP="0008799C">
          <w:pPr>
            <w:pStyle w:val="Kolumnentitel"/>
            <w:rPr>
              <w:szCs w:val="20"/>
            </w:rPr>
          </w:pPr>
          <w:r w:rsidRPr="0008799C">
            <w:rPr>
              <w:rStyle w:val="Platzhaltertext"/>
              <w:szCs w:val="20"/>
            </w:rPr>
            <w:t xml:space="preserve">     </w:t>
          </w:r>
        </w:p>
      </w:tc>
      <w:tc>
        <w:tcPr>
          <w:tcW w:w="1160" w:type="dxa"/>
        </w:tcPr>
        <w:p w:rsidR="00273864" w:rsidRPr="0008799C" w:rsidRDefault="00DD0378" w:rsidP="0008799C">
          <w:pPr>
            <w:pStyle w:val="Seitenzahlen"/>
            <w:rPr>
              <w:szCs w:val="20"/>
            </w:rPr>
          </w:pPr>
          <w:r w:rsidRPr="0008799C">
            <w:rPr>
              <w:szCs w:val="20"/>
            </w:rPr>
            <w:fldChar w:fldCharType="begin"/>
          </w:r>
          <w:r w:rsidR="00273864" w:rsidRPr="0008799C">
            <w:rPr>
              <w:szCs w:val="20"/>
            </w:rPr>
            <w:instrText xml:space="preserve"> PAGE \# "00"</w:instrText>
          </w:r>
          <w:r w:rsidRPr="0008799C">
            <w:rPr>
              <w:szCs w:val="20"/>
            </w:rPr>
            <w:fldChar w:fldCharType="separate"/>
          </w:r>
          <w:r w:rsidR="00C444A9">
            <w:rPr>
              <w:noProof/>
              <w:szCs w:val="20"/>
            </w:rPr>
            <w:t>05</w:t>
          </w:r>
          <w:r w:rsidRPr="0008799C">
            <w:rPr>
              <w:szCs w:val="20"/>
            </w:rPr>
            <w:fldChar w:fldCharType="end"/>
          </w:r>
        </w:p>
      </w:tc>
    </w:tr>
  </w:tbl>
  <w:p w:rsidR="00273864" w:rsidRDefault="00C444A9">
    <w:pPr>
      <w:pStyle w:val="Fuzeile"/>
    </w:pPr>
    <w:r>
      <w:rPr>
        <w:noProof/>
        <w:lang w:val="de-DE" w:eastAsia="de-DE"/>
      </w:rPr>
      <w:pict>
        <v:rect id="Rechteck 12" o:spid="_x0000_s2052" style="position:absolute;margin-left:59.55pt;margin-top:802.3pt;width:476.2pt;height:1.4pt;z-index:25166131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stroked="f" strokeweight="2pt">
          <w10:wrap anchorx="page" anchory="pag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273864" w:rsidRPr="0008799C" w:rsidTr="0008799C">
      <w:tc>
        <w:tcPr>
          <w:tcW w:w="9664" w:type="dxa"/>
        </w:tcPr>
        <w:p w:rsidR="00273864" w:rsidRPr="0008799C" w:rsidRDefault="00273864" w:rsidP="0008799C">
          <w:pPr>
            <w:pStyle w:val="Fuzeile"/>
            <w:spacing w:before="96" w:after="96"/>
            <w:rPr>
              <w:szCs w:val="20"/>
            </w:rPr>
          </w:pPr>
          <w:r w:rsidRPr="00880A24">
            <w:rPr>
              <w:rStyle w:val="Hervorhebung"/>
              <w:szCs w:val="20"/>
              <w:lang w:val="de-DE"/>
            </w:rPr>
            <w:t>WIRTGEN GmbH</w:t>
          </w:r>
          <w:r w:rsidRPr="00880A24">
            <w:rPr>
              <w:szCs w:val="20"/>
              <w:lang w:val="de-DE"/>
            </w:rPr>
            <w:t xml:space="preserve"> · Reinhard-Wirtgen-Str. </w:t>
          </w:r>
          <w:r w:rsidRPr="0008799C">
            <w:rPr>
              <w:szCs w:val="20"/>
            </w:rPr>
            <w:t xml:space="preserve">2 · D-53578 </w:t>
          </w:r>
          <w:proofErr w:type="spellStart"/>
          <w:r w:rsidRPr="0008799C">
            <w:rPr>
              <w:szCs w:val="20"/>
            </w:rPr>
            <w:t>Windhagen</w:t>
          </w:r>
          <w:proofErr w:type="spellEnd"/>
          <w:r w:rsidRPr="0008799C">
            <w:rPr>
              <w:szCs w:val="20"/>
            </w:rPr>
            <w:t xml:space="preserve"> · T: +49 26 45 / 131 0</w:t>
          </w:r>
        </w:p>
      </w:tc>
    </w:tr>
  </w:tbl>
  <w:p w:rsidR="00273864" w:rsidRDefault="00C444A9">
    <w:pPr>
      <w:pStyle w:val="Fuzeile"/>
    </w:pPr>
    <w:r>
      <w:rPr>
        <w:noProof/>
        <w:lang w:val="de-DE" w:eastAsia="de-DE"/>
      </w:rPr>
      <w:pict>
        <v:rect id="Rechteck 6" o:spid="_x0000_s2056" style="position:absolute;margin-left:59.55pt;margin-top:793.8pt;width:476.2pt;height:1.4pt;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stroked="f" strokeweight="2pt">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2C5" w:rsidRDefault="00EA72C5" w:rsidP="00E55534">
      <w:r>
        <w:separator/>
      </w:r>
    </w:p>
  </w:footnote>
  <w:footnote w:type="continuationSeparator" w:id="0">
    <w:p w:rsidR="00EA72C5" w:rsidRDefault="00EA72C5"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64" w:rsidRPr="002E765F" w:rsidRDefault="00273864">
    <w:pPr>
      <w:pStyle w:val="Kopfzeil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273864" w:rsidRPr="0008799C" w:rsidTr="0008799C">
      <w:trPr>
        <w:trHeight w:hRule="exact" w:val="510"/>
      </w:trPr>
      <w:tc>
        <w:tcPr>
          <w:tcW w:w="3439" w:type="dxa"/>
        </w:tcPr>
        <w:p w:rsidR="00273864" w:rsidRPr="0008799C" w:rsidRDefault="00273864" w:rsidP="0008799C">
          <w:pPr>
            <w:pStyle w:val="Titel"/>
            <w:jc w:val="right"/>
            <w:rPr>
              <w:sz w:val="32"/>
              <w:szCs w:val="34"/>
            </w:rPr>
          </w:pPr>
          <w:r w:rsidRPr="0008799C">
            <w:rPr>
              <w:sz w:val="32"/>
              <w:szCs w:val="34"/>
            </w:rPr>
            <w:t xml:space="preserve">PRESS </w:t>
          </w:r>
          <w:r w:rsidRPr="0008799C">
            <w:rPr>
              <w:sz w:val="6"/>
              <w:szCs w:val="2"/>
            </w:rPr>
            <w:t xml:space="preserve"> </w:t>
          </w:r>
          <w:r w:rsidRPr="0008799C">
            <w:rPr>
              <w:sz w:val="32"/>
              <w:szCs w:val="34"/>
            </w:rPr>
            <w:t>RELEASE</w:t>
          </w:r>
        </w:p>
      </w:tc>
    </w:tr>
  </w:tbl>
  <w:p w:rsidR="00273864" w:rsidRPr="002E765F" w:rsidRDefault="00FF1246">
    <w:pPr>
      <w:pStyle w:val="Kopfzeile"/>
      <w:rPr>
        <w:sz w:val="14"/>
      </w:rPr>
    </w:pPr>
    <w:r>
      <w:rPr>
        <w:noProof/>
        <w:lang w:val="de-DE" w:eastAsia="de-DE"/>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1905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srcRect/>
                  <a:stretch>
                    <a:fillRect/>
                  </a:stretch>
                </pic:blipFill>
                <pic:spPr bwMode="auto">
                  <a:xfrm>
                    <a:off x="0" y="0"/>
                    <a:ext cx="1360805" cy="64770"/>
                  </a:xfrm>
                  <a:prstGeom prst="rect">
                    <a:avLst/>
                  </a:prstGeom>
                  <a:noFill/>
                </pic:spPr>
              </pic:pic>
            </a:graphicData>
          </a:graphic>
        </wp:anchor>
      </w:drawing>
    </w:r>
    <w:r>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1905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srcRect/>
                  <a:stretch>
                    <a:fillRect/>
                  </a:stretch>
                </pic:blipFill>
                <pic:spPr bwMode="auto">
                  <a:xfrm>
                    <a:off x="0" y="0"/>
                    <a:ext cx="1605915" cy="288290"/>
                  </a:xfrm>
                  <a:prstGeom prst="rect">
                    <a:avLst/>
                  </a:prstGeom>
                  <a:noFill/>
                </pic:spPr>
              </pic:pic>
            </a:graphicData>
          </a:graphic>
        </wp:anchor>
      </w:drawing>
    </w:r>
    <w:r w:rsidR="00C444A9">
      <w:rPr>
        <w:noProof/>
        <w:lang w:val="de-DE" w:eastAsia="de-DE"/>
      </w:rPr>
      <w:pict>
        <v:rect id="Rechteck 11" o:spid="_x0000_s2051" style="position:absolute;margin-left:59.55pt;margin-top:55.3pt;width:476.2pt;height:2.85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stroked="f" strokeweight="2pt">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864" w:rsidRDefault="00C444A9">
    <w:pPr>
      <w:pStyle w:val="Kopfzeile"/>
    </w:pPr>
    <w:r>
      <w:rPr>
        <w:noProof/>
        <w:lang w:val="de-DE" w:eastAsia="de-DE"/>
      </w:rPr>
      <w:pict>
        <v:rect id="Rechteck 5" o:spid="_x0000_s2053" style="position:absolute;margin-left:59.55pt;margin-top:73.7pt;width:476.2pt;height:2.85pt;z-index:25165619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stroked="f" strokeweight="2pt">
          <w10:wrap anchorx="page" anchory="page"/>
        </v:rect>
      </w:pict>
    </w:r>
    <w:r w:rsidR="00FF1246">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FF1246">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4pt;height:1499.4pt" o:bullet="t">
        <v:imagedata r:id="rId1" o:title=""/>
      </v:shape>
    </w:pict>
  </w:numPicBullet>
  <w:numPicBullet w:numPicBulletId="1">
    <w:pict>
      <v:shape id="_x0000_i1030" type="#_x0000_t75" style="width:6.7pt;height:6.7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attachedTemplate r:id="rId1"/>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63758"/>
    <w:rsid w:val="00000E6F"/>
    <w:rsid w:val="00002A0B"/>
    <w:rsid w:val="00042106"/>
    <w:rsid w:val="0005285B"/>
    <w:rsid w:val="00061D12"/>
    <w:rsid w:val="00066D09"/>
    <w:rsid w:val="000735A5"/>
    <w:rsid w:val="0008799C"/>
    <w:rsid w:val="0009665C"/>
    <w:rsid w:val="000C31D2"/>
    <w:rsid w:val="000C39D1"/>
    <w:rsid w:val="000D7B8E"/>
    <w:rsid w:val="000F1EE7"/>
    <w:rsid w:val="00103205"/>
    <w:rsid w:val="00116695"/>
    <w:rsid w:val="0012026F"/>
    <w:rsid w:val="00132055"/>
    <w:rsid w:val="00134648"/>
    <w:rsid w:val="0013571B"/>
    <w:rsid w:val="0014683F"/>
    <w:rsid w:val="00152C02"/>
    <w:rsid w:val="00181A1E"/>
    <w:rsid w:val="00182969"/>
    <w:rsid w:val="00196923"/>
    <w:rsid w:val="001A79C7"/>
    <w:rsid w:val="001B16BB"/>
    <w:rsid w:val="001B179A"/>
    <w:rsid w:val="001C4D00"/>
    <w:rsid w:val="001E1DCC"/>
    <w:rsid w:val="0023151B"/>
    <w:rsid w:val="002420FE"/>
    <w:rsid w:val="002421CF"/>
    <w:rsid w:val="00244981"/>
    <w:rsid w:val="00253A2E"/>
    <w:rsid w:val="00263758"/>
    <w:rsid w:val="00273864"/>
    <w:rsid w:val="002844EF"/>
    <w:rsid w:val="0029634D"/>
    <w:rsid w:val="002B0E91"/>
    <w:rsid w:val="002B0F5D"/>
    <w:rsid w:val="002C166A"/>
    <w:rsid w:val="002E765F"/>
    <w:rsid w:val="002F108B"/>
    <w:rsid w:val="002F62E7"/>
    <w:rsid w:val="00333A56"/>
    <w:rsid w:val="0034191A"/>
    <w:rsid w:val="00343CC7"/>
    <w:rsid w:val="003512C4"/>
    <w:rsid w:val="003643EA"/>
    <w:rsid w:val="00371A1A"/>
    <w:rsid w:val="00374DD2"/>
    <w:rsid w:val="00384A08"/>
    <w:rsid w:val="00391063"/>
    <w:rsid w:val="003A753A"/>
    <w:rsid w:val="003B2C23"/>
    <w:rsid w:val="003B7DDC"/>
    <w:rsid w:val="003D486D"/>
    <w:rsid w:val="003E1CB6"/>
    <w:rsid w:val="003E3CF6"/>
    <w:rsid w:val="003E759F"/>
    <w:rsid w:val="003F3E12"/>
    <w:rsid w:val="00403373"/>
    <w:rsid w:val="00406C81"/>
    <w:rsid w:val="00407D7F"/>
    <w:rsid w:val="00412545"/>
    <w:rsid w:val="0041447D"/>
    <w:rsid w:val="00430BB0"/>
    <w:rsid w:val="00440DD7"/>
    <w:rsid w:val="004543CF"/>
    <w:rsid w:val="00463D7D"/>
    <w:rsid w:val="0046679C"/>
    <w:rsid w:val="00467C52"/>
    <w:rsid w:val="00471193"/>
    <w:rsid w:val="00476F4D"/>
    <w:rsid w:val="00486F9C"/>
    <w:rsid w:val="00487E70"/>
    <w:rsid w:val="004D55C1"/>
    <w:rsid w:val="004E3241"/>
    <w:rsid w:val="00505440"/>
    <w:rsid w:val="00506409"/>
    <w:rsid w:val="00530E32"/>
    <w:rsid w:val="005358CA"/>
    <w:rsid w:val="00565ACF"/>
    <w:rsid w:val="005711A3"/>
    <w:rsid w:val="00573B2B"/>
    <w:rsid w:val="005A4F04"/>
    <w:rsid w:val="005B1098"/>
    <w:rsid w:val="005B3697"/>
    <w:rsid w:val="005B5793"/>
    <w:rsid w:val="005B6BC5"/>
    <w:rsid w:val="005C65C5"/>
    <w:rsid w:val="005F6CD4"/>
    <w:rsid w:val="006330A2"/>
    <w:rsid w:val="00642EB6"/>
    <w:rsid w:val="00643E54"/>
    <w:rsid w:val="00652086"/>
    <w:rsid w:val="00657BF1"/>
    <w:rsid w:val="00670B83"/>
    <w:rsid w:val="00692F31"/>
    <w:rsid w:val="006A767F"/>
    <w:rsid w:val="006B73C9"/>
    <w:rsid w:val="006D596F"/>
    <w:rsid w:val="006D64D7"/>
    <w:rsid w:val="006E4F78"/>
    <w:rsid w:val="006F7602"/>
    <w:rsid w:val="00722A17"/>
    <w:rsid w:val="00735E51"/>
    <w:rsid w:val="007451A1"/>
    <w:rsid w:val="00752317"/>
    <w:rsid w:val="00752A35"/>
    <w:rsid w:val="00757B83"/>
    <w:rsid w:val="00760BAB"/>
    <w:rsid w:val="007633BD"/>
    <w:rsid w:val="007658CA"/>
    <w:rsid w:val="00791A69"/>
    <w:rsid w:val="00793FF3"/>
    <w:rsid w:val="00794830"/>
    <w:rsid w:val="00797CAA"/>
    <w:rsid w:val="007C2658"/>
    <w:rsid w:val="007D04EF"/>
    <w:rsid w:val="007D4DD9"/>
    <w:rsid w:val="007D6942"/>
    <w:rsid w:val="007E20D0"/>
    <w:rsid w:val="007F49B0"/>
    <w:rsid w:val="008158FA"/>
    <w:rsid w:val="00820315"/>
    <w:rsid w:val="00824CF1"/>
    <w:rsid w:val="0083591B"/>
    <w:rsid w:val="00843B45"/>
    <w:rsid w:val="00855952"/>
    <w:rsid w:val="00863129"/>
    <w:rsid w:val="00873A7F"/>
    <w:rsid w:val="00880A24"/>
    <w:rsid w:val="00883E96"/>
    <w:rsid w:val="008C2DB2"/>
    <w:rsid w:val="008D4AE7"/>
    <w:rsid w:val="008D50E5"/>
    <w:rsid w:val="008D770E"/>
    <w:rsid w:val="008F3CCC"/>
    <w:rsid w:val="008F784E"/>
    <w:rsid w:val="0090337E"/>
    <w:rsid w:val="00911632"/>
    <w:rsid w:val="00947ACD"/>
    <w:rsid w:val="00966A74"/>
    <w:rsid w:val="0099151C"/>
    <w:rsid w:val="009A7E90"/>
    <w:rsid w:val="009C2378"/>
    <w:rsid w:val="009D016F"/>
    <w:rsid w:val="009E251D"/>
    <w:rsid w:val="00A03F83"/>
    <w:rsid w:val="00A171F4"/>
    <w:rsid w:val="00A24EFC"/>
    <w:rsid w:val="00A27847"/>
    <w:rsid w:val="00A35B28"/>
    <w:rsid w:val="00A46C97"/>
    <w:rsid w:val="00A51455"/>
    <w:rsid w:val="00A54CD0"/>
    <w:rsid w:val="00A6180D"/>
    <w:rsid w:val="00A70545"/>
    <w:rsid w:val="00A977CE"/>
    <w:rsid w:val="00AA4C8D"/>
    <w:rsid w:val="00AC58E8"/>
    <w:rsid w:val="00AD131F"/>
    <w:rsid w:val="00AF0F1E"/>
    <w:rsid w:val="00AF1950"/>
    <w:rsid w:val="00AF3B3A"/>
    <w:rsid w:val="00AF542B"/>
    <w:rsid w:val="00AF6569"/>
    <w:rsid w:val="00B030C6"/>
    <w:rsid w:val="00B06265"/>
    <w:rsid w:val="00B15F4B"/>
    <w:rsid w:val="00B32EB0"/>
    <w:rsid w:val="00B53B11"/>
    <w:rsid w:val="00B5695F"/>
    <w:rsid w:val="00B863CE"/>
    <w:rsid w:val="00B90F78"/>
    <w:rsid w:val="00B92E4A"/>
    <w:rsid w:val="00BA1210"/>
    <w:rsid w:val="00BA6956"/>
    <w:rsid w:val="00BD1058"/>
    <w:rsid w:val="00BF56B2"/>
    <w:rsid w:val="00C03396"/>
    <w:rsid w:val="00C1451A"/>
    <w:rsid w:val="00C23C79"/>
    <w:rsid w:val="00C344FB"/>
    <w:rsid w:val="00C4277C"/>
    <w:rsid w:val="00C444A9"/>
    <w:rsid w:val="00C457C3"/>
    <w:rsid w:val="00C50758"/>
    <w:rsid w:val="00C644CA"/>
    <w:rsid w:val="00C71B95"/>
    <w:rsid w:val="00C73005"/>
    <w:rsid w:val="00C83DBE"/>
    <w:rsid w:val="00C9443B"/>
    <w:rsid w:val="00CA0C38"/>
    <w:rsid w:val="00CA0CBF"/>
    <w:rsid w:val="00CB132B"/>
    <w:rsid w:val="00CF36C9"/>
    <w:rsid w:val="00CF4F3C"/>
    <w:rsid w:val="00D166AC"/>
    <w:rsid w:val="00D22586"/>
    <w:rsid w:val="00D24044"/>
    <w:rsid w:val="00D32DE0"/>
    <w:rsid w:val="00D44A9A"/>
    <w:rsid w:val="00D9032E"/>
    <w:rsid w:val="00DD0378"/>
    <w:rsid w:val="00DD3934"/>
    <w:rsid w:val="00DD3D05"/>
    <w:rsid w:val="00DF25ED"/>
    <w:rsid w:val="00DF2F18"/>
    <w:rsid w:val="00E042BF"/>
    <w:rsid w:val="00E14608"/>
    <w:rsid w:val="00E149E9"/>
    <w:rsid w:val="00E21E67"/>
    <w:rsid w:val="00E27FF8"/>
    <w:rsid w:val="00E30EBF"/>
    <w:rsid w:val="00E3238F"/>
    <w:rsid w:val="00E41492"/>
    <w:rsid w:val="00E43701"/>
    <w:rsid w:val="00E52D70"/>
    <w:rsid w:val="00E53B36"/>
    <w:rsid w:val="00E55534"/>
    <w:rsid w:val="00E82FA6"/>
    <w:rsid w:val="00E914D1"/>
    <w:rsid w:val="00EA72C5"/>
    <w:rsid w:val="00EB3179"/>
    <w:rsid w:val="00ED4EF0"/>
    <w:rsid w:val="00EE4C53"/>
    <w:rsid w:val="00EF5966"/>
    <w:rsid w:val="00F00DE1"/>
    <w:rsid w:val="00F13076"/>
    <w:rsid w:val="00F20920"/>
    <w:rsid w:val="00F348EB"/>
    <w:rsid w:val="00F42CE5"/>
    <w:rsid w:val="00F47CE5"/>
    <w:rsid w:val="00F56318"/>
    <w:rsid w:val="00F82525"/>
    <w:rsid w:val="00F84414"/>
    <w:rsid w:val="00F97FEA"/>
    <w:rsid w:val="00FC0720"/>
    <w:rsid w:val="00FC4C21"/>
    <w:rsid w:val="00FF1246"/>
    <w:rsid w:val="00FF52AE"/>
    <w:rsid w:val="00FF61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metricconverter"/>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5"/>
    <w:qFormat/>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numbering" w:customStyle="1" w:styleId="zzzBulletpoints">
    <w:name w:val="zzz_Bulletpoints"/>
    <w:rsid w:val="00D7796D"/>
    <w:pPr>
      <w:numPr>
        <w:numId w:val="22"/>
      </w:numPr>
    </w:pPr>
  </w:style>
  <w:style w:type="numbering" w:customStyle="1" w:styleId="zzzThemen">
    <w:name w:val="zzz_Themen"/>
    <w:rsid w:val="00D7796D"/>
    <w:pPr>
      <w:numPr>
        <w:numId w:val="18"/>
      </w:numPr>
    </w:pPr>
  </w:style>
  <w:style w:type="numbering" w:customStyle="1" w:styleId="zzzNummerierung">
    <w:name w:val="zzz_Nummerierung"/>
    <w:uiPriority w:val="99"/>
    <w:rsid w:val="00D7796D"/>
    <w:pPr>
      <w:numPr>
        <w:numId w:val="24"/>
      </w:numPr>
    </w:pPr>
  </w:style>
  <w:style w:type="numbering" w:customStyle="1" w:styleId="zzzHeadlines">
    <w:name w:val="zzz_Headlines"/>
    <w:rsid w:val="00D7796D"/>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erschrift1Zchn">
    <w:name w:val="zzzBulletpoints"/>
    <w:pPr>
      <w:numPr>
        <w:numId w:val="22"/>
      </w:numPr>
    </w:pPr>
  </w:style>
  <w:style w:type="numbering" w:customStyle="1" w:styleId="berschrift2Zchn">
    <w:name w:val="zzzThemen"/>
    <w:pPr>
      <w:numPr>
        <w:numId w:val="18"/>
      </w:numPr>
    </w:pPr>
  </w:style>
  <w:style w:type="numbering" w:customStyle="1" w:styleId="berschrift3Zchn">
    <w:name w:val="zzzNummerierung"/>
    <w:pPr>
      <w:numPr>
        <w:numId w:val="24"/>
      </w:numPr>
    </w:pPr>
  </w:style>
  <w:style w:type="numbering" w:customStyle="1" w:styleId="berschrift4Zchn">
    <w:name w:val="zzz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CC54D7-99E1-4568-ACED-44DC1CB91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5</Pages>
  <Words>1576</Words>
  <Characters>8321</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Un prestataire de fraisage nord-américain fait confiance au paquet premium de WIRTGEN</vt:lpstr>
    </vt:vector>
  </TitlesOfParts>
  <Company>Wirtgen GmbH</Company>
  <LinksUpToDate>false</LinksUpToDate>
  <CharactersWithSpaces>9878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prestataire de fraisage nord-américain fait confiance au paquet premium de WIRTGEN</dc:title>
  <dc:creator>Schüler Angelika</dc:creator>
  <cp:lastModifiedBy>Schüler Angelika</cp:lastModifiedBy>
  <cp:revision>6</cp:revision>
  <cp:lastPrinted>2017-02-09T14:39:00Z</cp:lastPrinted>
  <dcterms:created xsi:type="dcterms:W3CDTF">2017-02-28T20:27:00Z</dcterms:created>
  <dcterms:modified xsi:type="dcterms:W3CDTF">2017-03-24T12:36:00Z</dcterms:modified>
</cp:coreProperties>
</file>